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F32D46" w:rsidRPr="00AB1901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F32D46" w:rsidRPr="00AB1901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:rsidR="00F32D46" w:rsidRPr="00AB1901" w:rsidRDefault="00FD5BD8">
                  <w:pPr>
                    <w:rPr>
                      <w:b/>
                    </w:rPr>
                  </w:pPr>
                  <w:r>
                    <w:rPr>
                      <w:b/>
                      <w:noProof/>
                      <w:lang w:eastAsia="en-US"/>
                    </w:rPr>
                    <w:drawing>
                      <wp:inline distT="0" distB="0" distL="0" distR="0">
                        <wp:extent cx="4493895" cy="4619625"/>
                        <wp:effectExtent l="0" t="0" r="1905" b="9525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sDCFY1TUA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1642" cy="463786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32D46" w:rsidRPr="00AB1901" w:rsidTr="00AB1901">
              <w:trPr>
                <w:trHeight w:hRule="exact" w:val="7470"/>
              </w:trPr>
              <w:tc>
                <w:tcPr>
                  <w:tcW w:w="7200" w:type="dxa"/>
                </w:tcPr>
                <w:p w:rsidR="00F32D46" w:rsidRPr="00AB1901" w:rsidRDefault="00AB1901">
                  <w:pPr>
                    <w:pStyle w:val="Subtitle"/>
                    <w:rPr>
                      <w:b/>
                    </w:rPr>
                  </w:pPr>
                  <w:r w:rsidRPr="00AB1901">
                    <w:rPr>
                      <w:b/>
                    </w:rPr>
                    <w:t>05/21/15</w:t>
                  </w:r>
                </w:p>
                <w:p w:rsidR="00F32D46" w:rsidRPr="00AB1901" w:rsidRDefault="00AB1901">
                  <w:pPr>
                    <w:pStyle w:val="Title"/>
                    <w:rPr>
                      <w:b/>
                      <w:sz w:val="56"/>
                      <w:szCs w:val="56"/>
                    </w:rPr>
                  </w:pPr>
                  <w:r w:rsidRPr="00AB1901">
                    <w:rPr>
                      <w:b/>
                      <w:sz w:val="56"/>
                      <w:szCs w:val="56"/>
                    </w:rPr>
                    <w:t>what you need to know about playing sports in college</w:t>
                  </w:r>
                </w:p>
                <w:p w:rsidR="00F32D46" w:rsidRPr="00AB1901" w:rsidRDefault="00AB1901">
                  <w:pPr>
                    <w:pStyle w:val="Heading1"/>
                  </w:pPr>
                  <w:r>
                    <w:t>ADVANTAGES AND DISADVANTAGES</w:t>
                  </w:r>
                </w:p>
                <w:p w:rsidR="00F32D46" w:rsidRDefault="00AB1901" w:rsidP="00AB19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SUPPORT</w:t>
                  </w:r>
                </w:p>
                <w:p w:rsidR="00AB1901" w:rsidRDefault="00AB1901" w:rsidP="00AB19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SOCIALIZATION</w:t>
                  </w:r>
                </w:p>
                <w:p w:rsidR="00AB1901" w:rsidRDefault="00AB1901" w:rsidP="00AB19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FITNESS</w:t>
                  </w:r>
                </w:p>
                <w:p w:rsidR="00AB1901" w:rsidRDefault="00AB1901" w:rsidP="00AB19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TRAVELING</w:t>
                  </w:r>
                </w:p>
                <w:p w:rsidR="00AB1901" w:rsidRDefault="00AB1901" w:rsidP="00AB19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WORK ETHIC</w:t>
                  </w:r>
                </w:p>
                <w:p w:rsidR="00AB1901" w:rsidRPr="00AB1901" w:rsidRDefault="00AB1901" w:rsidP="00AB19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ACADEMIC MOTIVATION</w:t>
                  </w:r>
                </w:p>
              </w:tc>
            </w:tr>
            <w:tr w:rsidR="00F32D46" w:rsidRPr="00AB1901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F32D46" w:rsidRPr="00AB1901" w:rsidRDefault="00F32D46">
                  <w:pPr>
                    <w:rPr>
                      <w:b/>
                    </w:rPr>
                  </w:pPr>
                </w:p>
              </w:tc>
            </w:tr>
          </w:tbl>
          <w:p w:rsidR="00F32D46" w:rsidRPr="00AB1901" w:rsidRDefault="00F32D46">
            <w:pPr>
              <w:rPr>
                <w:b/>
              </w:rPr>
            </w:pPr>
          </w:p>
        </w:tc>
        <w:tc>
          <w:tcPr>
            <w:tcW w:w="144" w:type="dxa"/>
          </w:tcPr>
          <w:p w:rsidR="00F32D46" w:rsidRPr="00AB1901" w:rsidRDefault="00F32D46">
            <w:pPr>
              <w:rPr>
                <w:b/>
              </w:rPr>
            </w:pPr>
          </w:p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F32D46" w:rsidRPr="00AB1901">
              <w:trPr>
                <w:trHeight w:hRule="exact" w:val="10800"/>
              </w:trPr>
              <w:tc>
                <w:tcPr>
                  <w:tcW w:w="3446" w:type="dxa"/>
                  <w:shd w:val="clear" w:color="auto" w:fill="97C83C" w:themeFill="accent2"/>
                  <w:vAlign w:val="center"/>
                </w:tcPr>
                <w:p w:rsidR="00F32D46" w:rsidRPr="00AB1901" w:rsidRDefault="00AB1901">
                  <w:pPr>
                    <w:pStyle w:val="Heading2"/>
                    <w:rPr>
                      <w:b/>
                    </w:rPr>
                  </w:pPr>
                  <w:r>
                    <w:rPr>
                      <w:b/>
                    </w:rPr>
                    <w:t>A MUST FOR ALL COLLEGE ATHLETES</w:t>
                  </w:r>
                </w:p>
                <w:p w:rsidR="00F32D46" w:rsidRPr="00AB1901" w:rsidRDefault="00F32D46">
                  <w:pPr>
                    <w:pStyle w:val="Line"/>
                    <w:rPr>
                      <w:b/>
                    </w:rPr>
                  </w:pPr>
                </w:p>
                <w:p w:rsidR="00F32D46" w:rsidRPr="00AB1901" w:rsidRDefault="00AB1901">
                  <w:pPr>
                    <w:pStyle w:val="Heading2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</w:rPr>
                    <w:t xml:space="preserve">SEE IF YOU HAVE WHAT IT TAKES TO BE A </w:t>
                  </w:r>
                  <w:r w:rsidRPr="00AB1901">
                    <w:rPr>
                      <w:b/>
                      <w:color w:val="FF0000"/>
                      <w:sz w:val="32"/>
                      <w:szCs w:val="32"/>
                    </w:rPr>
                    <w:t>STUDENT ATHLETE</w:t>
                  </w:r>
                </w:p>
                <w:p w:rsidR="00F32D46" w:rsidRPr="00AB1901" w:rsidRDefault="00F32D46">
                  <w:pPr>
                    <w:pStyle w:val="Line"/>
                    <w:rPr>
                      <w:b/>
                    </w:rPr>
                  </w:pPr>
                </w:p>
                <w:p w:rsidR="00F32D46" w:rsidRPr="00AB1901" w:rsidRDefault="00FD5BD8">
                  <w:pPr>
                    <w:pStyle w:val="Heading2"/>
                    <w:rPr>
                      <w:b/>
                    </w:rPr>
                  </w:pPr>
                  <w:r>
                    <w:rPr>
                      <w:b/>
                    </w:rPr>
                    <w:t>TIPS ON MAKING THE CORRECT CHOICE</w:t>
                  </w:r>
                </w:p>
                <w:p w:rsidR="00F32D46" w:rsidRPr="00AB1901" w:rsidRDefault="00F32D46">
                  <w:pPr>
                    <w:pStyle w:val="Line"/>
                    <w:rPr>
                      <w:b/>
                    </w:rPr>
                  </w:pPr>
                </w:p>
                <w:p w:rsidR="00F32D46" w:rsidRPr="00AB1901" w:rsidRDefault="00FD5BD8">
                  <w:pPr>
                    <w:pStyle w:val="Heading2"/>
                    <w:rPr>
                      <w:b/>
                    </w:rPr>
                  </w:pPr>
                  <w:r>
                    <w:rPr>
                      <w:b/>
                    </w:rPr>
                    <w:t>HOW SPORTS CAN AFFECT YOUR GPA</w:t>
                  </w:r>
                </w:p>
                <w:p w:rsidR="00F32D46" w:rsidRPr="00AB1901" w:rsidRDefault="00F32D46">
                  <w:pPr>
                    <w:pStyle w:val="Line"/>
                    <w:rPr>
                      <w:b/>
                    </w:rPr>
                  </w:pPr>
                </w:p>
                <w:p w:rsidR="00F32D46" w:rsidRPr="00AB1901" w:rsidRDefault="00AB1901" w:rsidP="00AB1901">
                  <w:pPr>
                    <w:pStyle w:val="Heading2"/>
                    <w:rPr>
                      <w:b/>
                    </w:rPr>
                  </w:pPr>
                  <w:r w:rsidRPr="00FD5BD8">
                    <w:rPr>
                      <w:b/>
                      <w:sz w:val="24"/>
                      <w:szCs w:val="24"/>
                    </w:rPr>
                    <w:t>VISIT OUR WEBSITE FOR MORE</w:t>
                  </w:r>
                  <w:r>
                    <w:rPr>
                      <w:b/>
                    </w:rPr>
                    <w:t xml:space="preserve"> INFORMATION</w:t>
                  </w:r>
                </w:p>
              </w:tc>
            </w:tr>
            <w:tr w:rsidR="00F32D46" w:rsidRPr="00AB1901">
              <w:trPr>
                <w:trHeight w:hRule="exact" w:val="144"/>
              </w:trPr>
              <w:tc>
                <w:tcPr>
                  <w:tcW w:w="3446" w:type="dxa"/>
                </w:tcPr>
                <w:p w:rsidR="00F32D46" w:rsidRPr="00AB1901" w:rsidRDefault="00F32D46">
                  <w:pPr>
                    <w:rPr>
                      <w:b/>
                    </w:rPr>
                  </w:pPr>
                </w:p>
              </w:tc>
            </w:tr>
            <w:tr w:rsidR="00F32D46" w:rsidRPr="00AB1901">
              <w:trPr>
                <w:trHeight w:hRule="exact" w:val="3456"/>
              </w:trPr>
              <w:tc>
                <w:tcPr>
                  <w:tcW w:w="3446" w:type="dxa"/>
                  <w:shd w:val="clear" w:color="auto" w:fill="E03177" w:themeFill="accent1"/>
                  <w:vAlign w:val="center"/>
                </w:tcPr>
                <w:p w:rsidR="00F32D46" w:rsidRPr="00AB1901" w:rsidRDefault="00AB1901">
                  <w:pPr>
                    <w:pStyle w:val="Heading3"/>
                    <w:rPr>
                      <w:b/>
                    </w:rPr>
                  </w:pPr>
                  <w:r>
                    <w:rPr>
                      <w:b/>
                    </w:rPr>
                    <w:t>aTHLETIC dEPARTMENT</w:t>
                  </w:r>
                </w:p>
                <w:p w:rsidR="00F32D46" w:rsidRPr="00AB1901" w:rsidRDefault="00860320">
                  <w:pPr>
                    <w:pStyle w:val="ContactInfo"/>
                    <w:rPr>
                      <w:b/>
                    </w:rPr>
                  </w:pPr>
                  <w:sdt>
                    <w:sdtPr>
                      <w:rPr>
                        <w:b/>
                      </w:rPr>
                      <w:id w:val="857003158"/>
                      <w:placeholder>
                        <w:docPart w:val="899A2F2893204F63A76697D3430969CF"/>
                      </w:placeholder>
                      <w15:appearance w15:val="hidden"/>
                      <w:text w:multiLine="1"/>
                    </w:sdtPr>
                    <w:sdtEndPr/>
                    <w:sdtContent>
                      <w:r w:rsidR="00AB1901">
                        <w:rPr>
                          <w:b/>
                        </w:rPr>
                        <w:t>569 South Street</w:t>
                      </w:r>
                      <w:r w:rsidR="00AB1901">
                        <w:rPr>
                          <w:b/>
                        </w:rPr>
                        <w:br/>
                        <w:t>Philadelphia, PA 98524</w:t>
                      </w:r>
                    </w:sdtContent>
                  </w:sdt>
                </w:p>
                <w:p w:rsidR="00F32D46" w:rsidRPr="00AB1901" w:rsidRDefault="00AB1901">
                  <w:pPr>
                    <w:pStyle w:val="ContactInfo"/>
                    <w:rPr>
                      <w:b/>
                      <w:sz w:val="18"/>
                      <w:szCs w:val="18"/>
                    </w:rPr>
                  </w:pPr>
                  <w:r w:rsidRPr="00AB1901">
                    <w:rPr>
                      <w:b/>
                      <w:sz w:val="18"/>
                      <w:szCs w:val="18"/>
                    </w:rPr>
                    <w:t>www.athletcdept@college.org</w:t>
                  </w:r>
                </w:p>
                <w:p w:rsidR="00F32D46" w:rsidRPr="00AB1901" w:rsidRDefault="00AB1901" w:rsidP="00AB1901">
                  <w:pPr>
                    <w:pStyle w:val="Date"/>
                    <w:rPr>
                      <w:b/>
                    </w:rPr>
                  </w:pPr>
                  <w:r>
                    <w:rPr>
                      <w:b/>
                    </w:rPr>
                    <w:t>5/21/15  11:00</w:t>
                  </w:r>
                </w:p>
              </w:tc>
            </w:tr>
          </w:tbl>
          <w:p w:rsidR="00F32D46" w:rsidRPr="00AB1901" w:rsidRDefault="00F32D46">
            <w:pPr>
              <w:rPr>
                <w:b/>
              </w:rPr>
            </w:pPr>
          </w:p>
        </w:tc>
      </w:tr>
    </w:tbl>
    <w:p w:rsidR="00F32D46" w:rsidRDefault="00F32D46">
      <w:pPr>
        <w:pStyle w:val="NoSpacing"/>
      </w:pPr>
    </w:p>
    <w:p w:rsidR="009550AF" w:rsidRPr="009550AF" w:rsidRDefault="009550AF">
      <w:pPr>
        <w:pStyle w:val="NoSpacing"/>
        <w:rPr>
          <w:rFonts w:ascii="Calibri" w:hAnsi="Calibri"/>
          <w:b/>
          <w:u w:val="single"/>
        </w:rPr>
      </w:pPr>
      <w:r w:rsidRPr="009550AF">
        <w:rPr>
          <w:rFonts w:ascii="Calibri" w:hAnsi="Calibri"/>
          <w:b/>
          <w:u w:val="single"/>
        </w:rPr>
        <w:t>Personal Creations:</w:t>
      </w:r>
    </w:p>
    <w:p w:rsidR="009550AF" w:rsidRPr="009550AF" w:rsidRDefault="009550AF">
      <w:pPr>
        <w:pStyle w:val="NoSpacing"/>
        <w:rPr>
          <w:rFonts w:ascii="Calibri" w:hAnsi="Calibri"/>
        </w:rPr>
      </w:pPr>
      <w:r w:rsidRPr="009550AF">
        <w:rPr>
          <w:rFonts w:ascii="Calibri" w:hAnsi="Calibri"/>
          <w:b/>
        </w:rPr>
        <w:t>Contrast: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In this flyer I stuck to a specific color scheme of green, pink, and white. I chose these colors because I thought they complimented each other and made this flyer really stand out.</w:t>
      </w:r>
    </w:p>
    <w:p w:rsidR="009550AF" w:rsidRPr="009550AF" w:rsidRDefault="009550AF">
      <w:pPr>
        <w:pStyle w:val="NoSpacing"/>
        <w:rPr>
          <w:rFonts w:ascii="Calibri" w:hAnsi="Calibri"/>
        </w:rPr>
      </w:pPr>
      <w:r w:rsidRPr="009550AF">
        <w:rPr>
          <w:rFonts w:ascii="Calibri" w:hAnsi="Calibri"/>
          <w:b/>
        </w:rPr>
        <w:t>Repetition: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My example of repetition in this flyer is on the right side when I kept on centering my information.</w:t>
      </w:r>
    </w:p>
    <w:p w:rsidR="009550AF" w:rsidRPr="009550AF" w:rsidRDefault="009550AF">
      <w:pPr>
        <w:pStyle w:val="NoSpacing"/>
        <w:rPr>
          <w:rFonts w:ascii="Calibri" w:hAnsi="Calibri"/>
        </w:rPr>
      </w:pPr>
      <w:r w:rsidRPr="009550AF">
        <w:rPr>
          <w:rFonts w:ascii="Calibri" w:hAnsi="Calibri"/>
          <w:b/>
        </w:rPr>
        <w:t>Alignment: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I think the way I aligned everything was very nice, for my side information I had everything centered then when I came out to the left side I aligned everything to the left. The reason I did this w</w:t>
      </w:r>
      <w:r w:rsidR="00851AAA">
        <w:rPr>
          <w:rFonts w:ascii="Calibri" w:hAnsi="Calibri"/>
        </w:rPr>
        <w:t>a</w:t>
      </w:r>
      <w:r>
        <w:rPr>
          <w:rFonts w:ascii="Calibri" w:hAnsi="Calibri"/>
        </w:rPr>
        <w:t xml:space="preserve">s because I thought it made everything look nicer. </w:t>
      </w:r>
    </w:p>
    <w:p w:rsidR="009550AF" w:rsidRPr="00851AAA" w:rsidRDefault="009550AF">
      <w:pPr>
        <w:pStyle w:val="NoSpacing"/>
        <w:rPr>
          <w:rFonts w:ascii="Calibri" w:hAnsi="Calibri"/>
        </w:rPr>
      </w:pPr>
      <w:r w:rsidRPr="009550AF">
        <w:rPr>
          <w:rFonts w:ascii="Calibri" w:hAnsi="Calibri"/>
          <w:b/>
        </w:rPr>
        <w:t>Proximity:</w:t>
      </w:r>
      <w:r>
        <w:rPr>
          <w:rFonts w:ascii="Calibri" w:hAnsi="Calibri"/>
          <w:b/>
        </w:rPr>
        <w:t xml:space="preserve"> </w:t>
      </w:r>
      <w:r w:rsidR="00851AAA">
        <w:rPr>
          <w:rFonts w:ascii="Calibri" w:hAnsi="Calibri"/>
        </w:rPr>
        <w:t>My example of proximity in this flyer is when I separated my information in the green block, pink block, and the white block.</w:t>
      </w:r>
    </w:p>
    <w:p w:rsidR="009550AF" w:rsidRPr="00851AAA" w:rsidRDefault="009550AF">
      <w:pPr>
        <w:pStyle w:val="NoSpacing"/>
        <w:rPr>
          <w:rFonts w:ascii="Calibri" w:hAnsi="Calibri"/>
        </w:rPr>
      </w:pPr>
      <w:r w:rsidRPr="009550AF">
        <w:rPr>
          <w:rFonts w:ascii="Calibri" w:hAnsi="Calibri"/>
          <w:b/>
        </w:rPr>
        <w:t>Purpose:</w:t>
      </w:r>
      <w:r w:rsidR="00851AAA">
        <w:rPr>
          <w:rFonts w:ascii="Calibri" w:hAnsi="Calibri"/>
          <w:b/>
        </w:rPr>
        <w:t xml:space="preserve"> </w:t>
      </w:r>
      <w:r w:rsidR="00851AAA">
        <w:rPr>
          <w:rFonts w:ascii="Calibri" w:hAnsi="Calibri"/>
        </w:rPr>
        <w:t>My purpose for creating this flyer was to let students know what it is like to play sports in college.</w:t>
      </w:r>
    </w:p>
    <w:p w:rsidR="009550AF" w:rsidRPr="00851AAA" w:rsidRDefault="009550AF">
      <w:pPr>
        <w:pStyle w:val="NoSpacing"/>
        <w:rPr>
          <w:rFonts w:ascii="Calibri" w:hAnsi="Calibri"/>
        </w:rPr>
      </w:pPr>
      <w:r w:rsidRPr="009550AF">
        <w:rPr>
          <w:rFonts w:ascii="Calibri" w:hAnsi="Calibri"/>
          <w:b/>
        </w:rPr>
        <w:t>Audience:</w:t>
      </w:r>
      <w:r w:rsidR="00851AAA">
        <w:rPr>
          <w:rFonts w:ascii="Calibri" w:hAnsi="Calibri"/>
          <w:b/>
        </w:rPr>
        <w:t xml:space="preserve"> </w:t>
      </w:r>
      <w:r w:rsidR="00851AAA">
        <w:rPr>
          <w:rFonts w:ascii="Calibri" w:hAnsi="Calibri"/>
        </w:rPr>
        <w:t>My audience for this flyer are student athletes.</w:t>
      </w:r>
    </w:p>
    <w:p w:rsidR="009550AF" w:rsidRPr="00851AAA" w:rsidRDefault="009550AF">
      <w:pPr>
        <w:pStyle w:val="NoSpacing"/>
        <w:rPr>
          <w:rFonts w:ascii="Calibri" w:hAnsi="Calibri"/>
        </w:rPr>
      </w:pPr>
      <w:r w:rsidRPr="009550AF">
        <w:rPr>
          <w:rFonts w:ascii="Calibri" w:hAnsi="Calibri"/>
          <w:b/>
        </w:rPr>
        <w:t>Genre:</w:t>
      </w:r>
      <w:r w:rsidR="00851AAA">
        <w:rPr>
          <w:rFonts w:ascii="Calibri" w:hAnsi="Calibri"/>
          <w:b/>
        </w:rPr>
        <w:t xml:space="preserve"> </w:t>
      </w:r>
      <w:r w:rsidR="00851AAA">
        <w:rPr>
          <w:rFonts w:ascii="Calibri" w:hAnsi="Calibri"/>
        </w:rPr>
        <w:t>I believe this flyer fits under the genre of informative.</w:t>
      </w:r>
    </w:p>
    <w:p w:rsidR="009550AF" w:rsidRPr="00851AAA" w:rsidRDefault="009550AF">
      <w:pPr>
        <w:pStyle w:val="NoSpacing"/>
        <w:rPr>
          <w:rFonts w:ascii="Calibri" w:hAnsi="Calibri"/>
        </w:rPr>
      </w:pPr>
      <w:r w:rsidRPr="009550AF">
        <w:rPr>
          <w:rFonts w:ascii="Calibri" w:hAnsi="Calibri"/>
          <w:b/>
        </w:rPr>
        <w:t>Engagement:</w:t>
      </w:r>
      <w:r w:rsidR="00851AAA">
        <w:rPr>
          <w:rFonts w:ascii="Calibri" w:hAnsi="Calibri"/>
          <w:b/>
        </w:rPr>
        <w:t xml:space="preserve"> </w:t>
      </w:r>
      <w:r w:rsidR="00851AAA">
        <w:rPr>
          <w:rFonts w:ascii="Calibri" w:hAnsi="Calibri"/>
        </w:rPr>
        <w:t>My purpose for creating this flyer was to let students know the advantages and disadvantages of being a student athlete in college.</w:t>
      </w:r>
      <w:bookmarkStart w:id="0" w:name="_GoBack"/>
      <w:bookmarkEnd w:id="0"/>
    </w:p>
    <w:sectPr w:rsidR="009550AF" w:rsidRPr="00851AAA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320" w:rsidRDefault="00860320" w:rsidP="009550AF">
      <w:pPr>
        <w:spacing w:after="0" w:line="240" w:lineRule="auto"/>
      </w:pPr>
      <w:r>
        <w:separator/>
      </w:r>
    </w:p>
  </w:endnote>
  <w:endnote w:type="continuationSeparator" w:id="0">
    <w:p w:rsidR="00860320" w:rsidRDefault="00860320" w:rsidP="00955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320" w:rsidRDefault="00860320" w:rsidP="009550AF">
      <w:pPr>
        <w:spacing w:after="0" w:line="240" w:lineRule="auto"/>
      </w:pPr>
      <w:r>
        <w:separator/>
      </w:r>
    </w:p>
  </w:footnote>
  <w:footnote w:type="continuationSeparator" w:id="0">
    <w:p w:rsidR="00860320" w:rsidRDefault="00860320" w:rsidP="00955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D2A0C"/>
    <w:multiLevelType w:val="hybridMultilevel"/>
    <w:tmpl w:val="AE78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901"/>
    <w:rsid w:val="00851AAA"/>
    <w:rsid w:val="00860320"/>
    <w:rsid w:val="009550AF"/>
    <w:rsid w:val="00AB1901"/>
    <w:rsid w:val="00F32D46"/>
    <w:rsid w:val="00FD0656"/>
    <w:rsid w:val="00FD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57FDBF-7E57-491C-9812-766BD8D9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0317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E03177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E03177" w:themeColor="accent1"/>
      <w:kern w:val="28"/>
      <w:sz w:val="80"/>
      <w:szCs w:val="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03177" w:themeColor="accent1"/>
    </w:rPr>
  </w:style>
  <w:style w:type="paragraph" w:styleId="ListParagraph">
    <w:name w:val="List Paragraph"/>
    <w:basedOn w:val="Normal"/>
    <w:uiPriority w:val="34"/>
    <w:unhideWhenUsed/>
    <w:qFormat/>
    <w:rsid w:val="00AB1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5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0AF"/>
  </w:style>
  <w:style w:type="paragraph" w:styleId="Footer">
    <w:name w:val="footer"/>
    <w:basedOn w:val="Normal"/>
    <w:link w:val="FooterChar"/>
    <w:uiPriority w:val="99"/>
    <w:unhideWhenUsed/>
    <w:rsid w:val="00955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9A2F2893204F63A76697D343096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D0555-8DDB-4042-BD04-3EFC091B94E6}"/>
      </w:docPartPr>
      <w:docPartBody>
        <w:p w:rsidR="00FB0724" w:rsidRDefault="000B3F40">
          <w:pPr>
            <w:pStyle w:val="899A2F2893204F63A76697D3430969CF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F40"/>
    <w:rsid w:val="000B3F40"/>
    <w:rsid w:val="00F77CE1"/>
    <w:rsid w:val="00FB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6585623080485DA3FE19705D5EA04F">
    <w:name w:val="1E6585623080485DA3FE19705D5EA04F"/>
  </w:style>
  <w:style w:type="paragraph" w:customStyle="1" w:styleId="6372ADBDB8DE4E6C948B1C6490F5BD61">
    <w:name w:val="6372ADBDB8DE4E6C948B1C6490F5BD61"/>
  </w:style>
  <w:style w:type="paragraph" w:customStyle="1" w:styleId="49EB4DCCCE0345D0B4AB3F01B149B179">
    <w:name w:val="49EB4DCCCE0345D0B4AB3F01B149B179"/>
  </w:style>
  <w:style w:type="paragraph" w:customStyle="1" w:styleId="C0D842A3E2744E02A77DAC32D8CBE5A1">
    <w:name w:val="C0D842A3E2744E02A77DAC32D8CBE5A1"/>
  </w:style>
  <w:style w:type="paragraph" w:customStyle="1" w:styleId="FF74ED7682A34318AD8E1E5F8D9358BD">
    <w:name w:val="FF74ED7682A34318AD8E1E5F8D9358BD"/>
  </w:style>
  <w:style w:type="paragraph" w:customStyle="1" w:styleId="967FC1B4DA7E4D1997550A7A6B89B3EE">
    <w:name w:val="967FC1B4DA7E4D1997550A7A6B89B3EE"/>
  </w:style>
  <w:style w:type="paragraph" w:customStyle="1" w:styleId="B68BC375B0044AE29D71AA6062B83FD6">
    <w:name w:val="B68BC375B0044AE29D71AA6062B83FD6"/>
  </w:style>
  <w:style w:type="paragraph" w:customStyle="1" w:styleId="73510530A63A4271963795F734C92618">
    <w:name w:val="73510530A63A4271963795F734C92618"/>
  </w:style>
  <w:style w:type="paragraph" w:customStyle="1" w:styleId="7447E537879A41D5BFEA5C4BA7D59ACB">
    <w:name w:val="7447E537879A41D5BFEA5C4BA7D59ACB"/>
  </w:style>
  <w:style w:type="paragraph" w:customStyle="1" w:styleId="20DAB8FE011E4070B1BEC39C4D12BB1A">
    <w:name w:val="20DAB8FE011E4070B1BEC39C4D12BB1A"/>
  </w:style>
  <w:style w:type="paragraph" w:customStyle="1" w:styleId="899A2F2893204F63A76697D3430969CF">
    <w:name w:val="899A2F2893204F63A76697D3430969CF"/>
  </w:style>
  <w:style w:type="paragraph" w:customStyle="1" w:styleId="EA55A8B9BC74407D8F079EC4142893C0">
    <w:name w:val="EA55A8B9BC74407D8F079EC4142893C0"/>
  </w:style>
  <w:style w:type="paragraph" w:customStyle="1" w:styleId="1F0B931D6FA64C3E8EC6D407FAC1695D">
    <w:name w:val="1F0B931D6FA64C3E8EC6D407FAC169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flyer</Template>
  <TotalTime>219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Sean Obrien</cp:lastModifiedBy>
  <cp:revision>3</cp:revision>
  <cp:lastPrinted>2015-04-08T20:11:00Z</cp:lastPrinted>
  <dcterms:created xsi:type="dcterms:W3CDTF">2015-04-08T00:02:00Z</dcterms:created>
  <dcterms:modified xsi:type="dcterms:W3CDTF">2015-04-08T20:53:00Z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